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BD" w:rsidRDefault="00F71CBD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1CBD" w:rsidRDefault="00F71CBD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1CBD" w:rsidRDefault="00F71CBD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1CBD" w:rsidRDefault="00F71CBD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1CBD" w:rsidRDefault="00F71CBD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1CBD" w:rsidRDefault="00F71CBD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</w:rPr>
        <w:t>внесении изменения в статью 4 Закона Ульяновской области</w:t>
      </w:r>
    </w:p>
    <w:p w:rsidR="00F71CBD" w:rsidRDefault="00F71CBD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обеспечении жилыми помещениями детей-сирот и детей, оставшихся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br/>
        <w:t>без попечения родителей, а также лиц из числа детей-сирот и детей, оставшихся без попечения родителей, на территории Ульяновской области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F71CBD" w:rsidRDefault="00F71CBD" w:rsidP="00FD5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CBD" w:rsidRDefault="00F71CBD" w:rsidP="00FD52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CBD" w:rsidRPr="00FD1E6C" w:rsidRDefault="00F71CBD" w:rsidP="00D91F1F">
      <w:pPr>
        <w:pStyle w:val="ConsPlusTitle"/>
        <w:widowControl/>
        <w:jc w:val="center"/>
        <w:rPr>
          <w:b w:val="0"/>
        </w:rPr>
      </w:pPr>
      <w:bookmarkStart w:id="0" w:name="Par17"/>
      <w:bookmarkEnd w:id="0"/>
      <w:r w:rsidRPr="00FD1E6C">
        <w:rPr>
          <w:b w:val="0"/>
        </w:rPr>
        <w:t xml:space="preserve">Принят Законодательным Собранием Ульяновской области </w:t>
      </w:r>
      <w:r>
        <w:rPr>
          <w:b w:val="0"/>
        </w:rPr>
        <w:t>31 марта 2016</w:t>
      </w:r>
      <w:r w:rsidRPr="00FD1E6C">
        <w:rPr>
          <w:b w:val="0"/>
        </w:rPr>
        <w:t xml:space="preserve"> года</w:t>
      </w:r>
    </w:p>
    <w:p w:rsidR="00F71CBD" w:rsidRPr="001B0882" w:rsidRDefault="00F71CBD" w:rsidP="00D91F1F">
      <w:pPr>
        <w:ind w:left="900" w:right="895"/>
        <w:jc w:val="center"/>
        <w:rPr>
          <w:sz w:val="28"/>
          <w:szCs w:val="28"/>
        </w:rPr>
      </w:pPr>
    </w:p>
    <w:p w:rsidR="00F71CBD" w:rsidRDefault="00F71CBD" w:rsidP="00FD52F0">
      <w:pPr>
        <w:pStyle w:val="ConsPlusNormal"/>
        <w:ind w:firstLine="709"/>
        <w:jc w:val="both"/>
        <w:rPr>
          <w:b w:val="0"/>
        </w:rPr>
      </w:pPr>
    </w:p>
    <w:p w:rsidR="00F71CBD" w:rsidRDefault="00F71CBD" w:rsidP="00FD52F0">
      <w:pPr>
        <w:pStyle w:val="ConsPlusNormal"/>
        <w:ind w:firstLine="709"/>
        <w:jc w:val="both"/>
        <w:rPr>
          <w:b w:val="0"/>
        </w:rPr>
      </w:pPr>
    </w:p>
    <w:p w:rsidR="00F71CBD" w:rsidRDefault="00F71CBD" w:rsidP="00D91F1F">
      <w:pPr>
        <w:pStyle w:val="ConsPlusNormal"/>
        <w:jc w:val="both"/>
        <w:rPr>
          <w:b w:val="0"/>
        </w:rPr>
      </w:pPr>
    </w:p>
    <w:p w:rsidR="00F71CBD" w:rsidRPr="00475591" w:rsidRDefault="00F71CBD" w:rsidP="00475591">
      <w:pPr>
        <w:pStyle w:val="ConsPlusNormal"/>
        <w:spacing w:line="360" w:lineRule="auto"/>
        <w:ind w:firstLine="709"/>
        <w:jc w:val="both"/>
        <w:rPr>
          <w:b w:val="0"/>
        </w:rPr>
      </w:pPr>
      <w:r w:rsidRPr="00475591">
        <w:rPr>
          <w:b w:val="0"/>
        </w:rPr>
        <w:t xml:space="preserve">Внести в </w:t>
      </w:r>
      <w:r>
        <w:rPr>
          <w:b w:val="0"/>
        </w:rPr>
        <w:t>пункт 2 части 2 статьи 4 Зак</w:t>
      </w:r>
      <w:r w:rsidRPr="00475591">
        <w:rPr>
          <w:b w:val="0"/>
        </w:rPr>
        <w:t xml:space="preserve">она Ульяновской области </w:t>
      </w:r>
      <w:r>
        <w:rPr>
          <w:b w:val="0"/>
        </w:rPr>
        <w:t xml:space="preserve">                      </w:t>
      </w:r>
      <w:r w:rsidRPr="00475591">
        <w:rPr>
          <w:b w:val="0"/>
        </w:rPr>
        <w:t xml:space="preserve">от 21 декабря 2012 года </w:t>
      </w:r>
      <w:r>
        <w:rPr>
          <w:b w:val="0"/>
        </w:rPr>
        <w:t>№ 200-ЗО «</w:t>
      </w:r>
      <w:r w:rsidRPr="00475591">
        <w:rPr>
          <w:b w:val="0"/>
        </w:rPr>
        <w:t>Об обесп</w:t>
      </w:r>
      <w:bookmarkStart w:id="1" w:name="_GoBack"/>
      <w:bookmarkEnd w:id="1"/>
      <w:r w:rsidRPr="00475591">
        <w:rPr>
          <w:b w:val="0"/>
        </w:rPr>
        <w:t>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родителей, на территории Ульяновской области</w:t>
      </w:r>
      <w:r>
        <w:rPr>
          <w:b w:val="0"/>
        </w:rPr>
        <w:t>»</w:t>
      </w:r>
      <w:r w:rsidRPr="00475591">
        <w:rPr>
          <w:b w:val="0"/>
        </w:rPr>
        <w:t xml:space="preserve"> (</w:t>
      </w:r>
      <w:r>
        <w:rPr>
          <w:b w:val="0"/>
        </w:rPr>
        <w:t>«</w:t>
      </w:r>
      <w:r w:rsidRPr="00475591">
        <w:rPr>
          <w:b w:val="0"/>
        </w:rPr>
        <w:t>Ульяновская правда</w:t>
      </w:r>
      <w:r>
        <w:rPr>
          <w:b w:val="0"/>
        </w:rPr>
        <w:t>»</w:t>
      </w:r>
      <w:r w:rsidRPr="00475591">
        <w:rPr>
          <w:b w:val="0"/>
        </w:rPr>
        <w:t xml:space="preserve"> от 26.12.2012 </w:t>
      </w:r>
      <w:r>
        <w:rPr>
          <w:b w:val="0"/>
        </w:rPr>
        <w:t>№</w:t>
      </w:r>
      <w:r w:rsidRPr="00475591">
        <w:rPr>
          <w:b w:val="0"/>
        </w:rPr>
        <w:t xml:space="preserve"> 145; от 07.09.2013 </w:t>
      </w:r>
      <w:r>
        <w:rPr>
          <w:b w:val="0"/>
        </w:rPr>
        <w:t>№</w:t>
      </w:r>
      <w:r w:rsidRPr="00475591">
        <w:rPr>
          <w:b w:val="0"/>
        </w:rPr>
        <w:t xml:space="preserve"> 109; </w:t>
      </w:r>
      <w:r>
        <w:rPr>
          <w:b w:val="0"/>
        </w:rPr>
        <w:br/>
      </w:r>
      <w:r w:rsidRPr="00475591">
        <w:rPr>
          <w:b w:val="0"/>
        </w:rPr>
        <w:t xml:space="preserve">от 31.03.2014 </w:t>
      </w:r>
      <w:r>
        <w:rPr>
          <w:b w:val="0"/>
        </w:rPr>
        <w:t>№</w:t>
      </w:r>
      <w:r w:rsidRPr="00475591">
        <w:rPr>
          <w:b w:val="0"/>
        </w:rPr>
        <w:t xml:space="preserve"> 45</w:t>
      </w:r>
      <w:r>
        <w:rPr>
          <w:b w:val="0"/>
        </w:rPr>
        <w:t xml:space="preserve">; от </w:t>
      </w:r>
      <w:r w:rsidRPr="00475591">
        <w:rPr>
          <w:b w:val="0"/>
          <w:bCs w:val="0"/>
        </w:rPr>
        <w:t>31.12.2014</w:t>
      </w:r>
      <w:r>
        <w:rPr>
          <w:b w:val="0"/>
          <w:bCs w:val="0"/>
        </w:rPr>
        <w:t xml:space="preserve"> </w:t>
      </w:r>
      <w:r>
        <w:rPr>
          <w:b w:val="0"/>
        </w:rPr>
        <w:t>№</w:t>
      </w:r>
      <w:r w:rsidRPr="00475591">
        <w:rPr>
          <w:b w:val="0"/>
          <w:bCs w:val="0"/>
        </w:rPr>
        <w:t xml:space="preserve"> 196</w:t>
      </w:r>
      <w:r>
        <w:rPr>
          <w:b w:val="0"/>
          <w:bCs w:val="0"/>
        </w:rPr>
        <w:t>; от 06.04.2015 № 44</w:t>
      </w:r>
      <w:r w:rsidRPr="00475591">
        <w:rPr>
          <w:b w:val="0"/>
        </w:rPr>
        <w:t>) изменение, и</w:t>
      </w:r>
      <w:r>
        <w:rPr>
          <w:b w:val="0"/>
        </w:rPr>
        <w:t>сключив из него</w:t>
      </w:r>
      <w:r w:rsidRPr="00475591">
        <w:rPr>
          <w:b w:val="0"/>
        </w:rPr>
        <w:t xml:space="preserve"> слов</w:t>
      </w:r>
      <w:r>
        <w:rPr>
          <w:b w:val="0"/>
        </w:rPr>
        <w:t>о</w:t>
      </w:r>
      <w:r w:rsidRPr="00475591">
        <w:rPr>
          <w:b w:val="0"/>
        </w:rPr>
        <w:t xml:space="preserve"> </w:t>
      </w:r>
      <w:r>
        <w:rPr>
          <w:b w:val="0"/>
        </w:rPr>
        <w:t>«населения»</w:t>
      </w:r>
      <w:r w:rsidRPr="00475591">
        <w:rPr>
          <w:b w:val="0"/>
        </w:rPr>
        <w:t>.</w:t>
      </w:r>
    </w:p>
    <w:p w:rsidR="00F71CBD" w:rsidRPr="00FD52F0" w:rsidRDefault="00F71CBD" w:rsidP="00FD5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F71CBD" w:rsidRPr="00FD52F0" w:rsidRDefault="00F71CBD" w:rsidP="00FD52F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71CBD" w:rsidRPr="00FD52F0" w:rsidRDefault="00F71CBD" w:rsidP="00FD52F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71CBD" w:rsidRPr="007F1267" w:rsidRDefault="00F71CBD" w:rsidP="00FD52F0">
      <w:pPr>
        <w:pStyle w:val="BodyText"/>
        <w:tabs>
          <w:tab w:val="left" w:pos="8100"/>
        </w:tabs>
        <w:ind w:right="0"/>
        <w:jc w:val="left"/>
        <w:rPr>
          <w:b/>
          <w:szCs w:val="28"/>
        </w:rPr>
      </w:pPr>
      <w:r w:rsidRPr="007F1267">
        <w:rPr>
          <w:b/>
          <w:szCs w:val="28"/>
        </w:rPr>
        <w:t xml:space="preserve">Губернатор Ульяновской области                      </w:t>
      </w:r>
      <w:r>
        <w:rPr>
          <w:b/>
          <w:szCs w:val="28"/>
        </w:rPr>
        <w:t xml:space="preserve">                  </w:t>
      </w:r>
      <w:r w:rsidRPr="007F1267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Pr="007F1267">
        <w:rPr>
          <w:b/>
          <w:szCs w:val="28"/>
        </w:rPr>
        <w:t xml:space="preserve">             С.И.Морозов</w:t>
      </w:r>
    </w:p>
    <w:p w:rsidR="00F71CBD" w:rsidRPr="00FD52F0" w:rsidRDefault="00F71CBD" w:rsidP="00FD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CBD" w:rsidRPr="00FD52F0" w:rsidRDefault="00F71CBD" w:rsidP="00FD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CBD" w:rsidRPr="00FD52F0" w:rsidRDefault="00F71CBD" w:rsidP="00FD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CBD" w:rsidRPr="00FD52F0" w:rsidRDefault="00F71CBD" w:rsidP="00FD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2F0">
        <w:rPr>
          <w:rFonts w:ascii="Times New Roman" w:hAnsi="Times New Roman"/>
          <w:sz w:val="28"/>
          <w:szCs w:val="28"/>
        </w:rPr>
        <w:t>г. Ульяновск</w:t>
      </w:r>
    </w:p>
    <w:p w:rsidR="00F71CBD" w:rsidRPr="00FD52F0" w:rsidRDefault="00F71CBD" w:rsidP="00FD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2F0">
        <w:rPr>
          <w:rFonts w:ascii="Times New Roman" w:hAnsi="Times New Roman"/>
          <w:sz w:val="28"/>
          <w:szCs w:val="28"/>
        </w:rPr>
        <w:t>___ ____________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FD52F0">
          <w:rPr>
            <w:rFonts w:ascii="Times New Roman" w:hAnsi="Times New Roman"/>
            <w:sz w:val="28"/>
            <w:szCs w:val="28"/>
          </w:rPr>
          <w:t>2016 г</w:t>
        </w:r>
      </w:smartTag>
      <w:r w:rsidRPr="00FD52F0">
        <w:rPr>
          <w:rFonts w:ascii="Times New Roman" w:hAnsi="Times New Roman"/>
          <w:sz w:val="28"/>
          <w:szCs w:val="28"/>
        </w:rPr>
        <w:t>.</w:t>
      </w:r>
    </w:p>
    <w:p w:rsidR="00F71CBD" w:rsidRPr="00FD52F0" w:rsidRDefault="00F71CBD" w:rsidP="00FD52F0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2F0">
        <w:rPr>
          <w:rFonts w:ascii="Times New Roman" w:hAnsi="Times New Roman"/>
          <w:sz w:val="28"/>
          <w:szCs w:val="28"/>
        </w:rPr>
        <w:t>№____-ЗО</w:t>
      </w:r>
    </w:p>
    <w:sectPr w:rsidR="00F71CBD" w:rsidRPr="00FD52F0" w:rsidSect="00FD52F0">
      <w:footerReference w:type="default" r:id="rId6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CBD" w:rsidRDefault="00F71CBD" w:rsidP="00CA6D59">
      <w:pPr>
        <w:spacing w:after="0" w:line="240" w:lineRule="auto"/>
      </w:pPr>
      <w:r>
        <w:separator/>
      </w:r>
    </w:p>
  </w:endnote>
  <w:endnote w:type="continuationSeparator" w:id="0">
    <w:p w:rsidR="00F71CBD" w:rsidRDefault="00F71CBD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CBD" w:rsidRPr="00FD52F0" w:rsidRDefault="00F71CBD" w:rsidP="00FD52F0">
    <w:pPr>
      <w:pStyle w:val="Footer"/>
      <w:jc w:val="right"/>
      <w:rPr>
        <w:rFonts w:ascii="Times New Roman" w:hAnsi="Times New Roman"/>
        <w:sz w:val="16"/>
        <w:szCs w:val="16"/>
      </w:rPr>
    </w:pPr>
    <w:r w:rsidRPr="00FD52F0">
      <w:rPr>
        <w:rFonts w:ascii="Times New Roman" w:hAnsi="Times New Roman"/>
        <w:sz w:val="16"/>
        <w:szCs w:val="16"/>
      </w:rPr>
      <w:t>0303чл1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CBD" w:rsidRDefault="00F71CBD" w:rsidP="00CA6D59">
      <w:pPr>
        <w:spacing w:after="0" w:line="240" w:lineRule="auto"/>
      </w:pPr>
      <w:r>
        <w:separator/>
      </w:r>
    </w:p>
  </w:footnote>
  <w:footnote w:type="continuationSeparator" w:id="0">
    <w:p w:rsidR="00F71CBD" w:rsidRDefault="00F71CBD" w:rsidP="00CA6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837CC"/>
    <w:rsid w:val="000903AB"/>
    <w:rsid w:val="000C2467"/>
    <w:rsid w:val="000D306F"/>
    <w:rsid w:val="001047C9"/>
    <w:rsid w:val="001304C8"/>
    <w:rsid w:val="001968AE"/>
    <w:rsid w:val="001A21FF"/>
    <w:rsid w:val="001B0882"/>
    <w:rsid w:val="002149D9"/>
    <w:rsid w:val="00247073"/>
    <w:rsid w:val="00273635"/>
    <w:rsid w:val="00285BBA"/>
    <w:rsid w:val="002A1705"/>
    <w:rsid w:val="002E1FB8"/>
    <w:rsid w:val="002E6F4B"/>
    <w:rsid w:val="00397C04"/>
    <w:rsid w:val="003F071D"/>
    <w:rsid w:val="004346EF"/>
    <w:rsid w:val="004436D7"/>
    <w:rsid w:val="00475591"/>
    <w:rsid w:val="00481CA2"/>
    <w:rsid w:val="004C61B6"/>
    <w:rsid w:val="00556958"/>
    <w:rsid w:val="005C6D31"/>
    <w:rsid w:val="005F76D7"/>
    <w:rsid w:val="00611C16"/>
    <w:rsid w:val="006F014F"/>
    <w:rsid w:val="006F1142"/>
    <w:rsid w:val="006F1EDF"/>
    <w:rsid w:val="00760C54"/>
    <w:rsid w:val="007C0993"/>
    <w:rsid w:val="007F1267"/>
    <w:rsid w:val="008E1DC3"/>
    <w:rsid w:val="00942781"/>
    <w:rsid w:val="00974146"/>
    <w:rsid w:val="00B566FA"/>
    <w:rsid w:val="00B70831"/>
    <w:rsid w:val="00B87DA4"/>
    <w:rsid w:val="00C17076"/>
    <w:rsid w:val="00C46A45"/>
    <w:rsid w:val="00C56D36"/>
    <w:rsid w:val="00C6468A"/>
    <w:rsid w:val="00C77143"/>
    <w:rsid w:val="00CA6D59"/>
    <w:rsid w:val="00CF03F3"/>
    <w:rsid w:val="00D460D5"/>
    <w:rsid w:val="00D6174B"/>
    <w:rsid w:val="00D71A62"/>
    <w:rsid w:val="00D91F1F"/>
    <w:rsid w:val="00DD1836"/>
    <w:rsid w:val="00EE0F36"/>
    <w:rsid w:val="00F71CBD"/>
    <w:rsid w:val="00F73B66"/>
    <w:rsid w:val="00FC371B"/>
    <w:rsid w:val="00FD1E6C"/>
    <w:rsid w:val="00FD2E94"/>
    <w:rsid w:val="00FD52F0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3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1CA2"/>
    <w:rPr>
      <w:rFonts w:ascii="Times New Roman" w:hAnsi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6D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D5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D59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Title">
    <w:name w:val="ConsPlusTitle"/>
    <w:uiPriority w:val="99"/>
    <w:rsid w:val="00D91F1F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148</Words>
  <Characters>845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Пользователь</cp:lastModifiedBy>
  <cp:revision>4</cp:revision>
  <cp:lastPrinted>2016-03-29T07:46:00Z</cp:lastPrinted>
  <dcterms:created xsi:type="dcterms:W3CDTF">2016-03-03T12:14:00Z</dcterms:created>
  <dcterms:modified xsi:type="dcterms:W3CDTF">2016-03-29T07:48:00Z</dcterms:modified>
</cp:coreProperties>
</file>